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B2" w:rsidRDefault="00E170B2"/>
    <w:p w:rsidR="00E170B2" w:rsidRDefault="00E170B2" w:rsidP="008E18C2">
      <w:pPr>
        <w:pStyle w:val="Title"/>
        <w:spacing w:after="280"/>
        <w:jc w:val="left"/>
        <w:outlineLvl w:val="0"/>
        <w:rPr>
          <w:rFonts w:ascii="Garamond" w:hAnsi="Garamond"/>
          <w:color w:val="auto"/>
          <w:sz w:val="46"/>
        </w:rPr>
      </w:pPr>
      <w:r>
        <w:t>CSR Practice Log</w:t>
      </w:r>
      <w:r>
        <w:rPr>
          <w:rFonts w:ascii="Candara" w:hAnsi="Candara"/>
        </w:rPr>
        <w:t xml:space="preserve"> </w:t>
      </w:r>
      <w:r w:rsidRPr="003655A6">
        <w:rPr>
          <w:rFonts w:ascii="Garamond" w:hAnsi="Garamond"/>
          <w:color w:val="auto"/>
          <w:sz w:val="46"/>
        </w:rPr>
        <w:t>for Informational Tex</w:t>
      </w:r>
      <w:r>
        <w:rPr>
          <w:rFonts w:ascii="Garamond" w:hAnsi="Garamond"/>
          <w:color w:val="auto"/>
          <w:sz w:val="46"/>
        </w:rPr>
        <w:t>t</w:t>
      </w:r>
    </w:p>
    <w:p w:rsidR="00E170B2" w:rsidRPr="006B6C74" w:rsidRDefault="00E170B2" w:rsidP="008E18C2">
      <w:pPr>
        <w:pStyle w:val="Title"/>
        <w:spacing w:after="400"/>
        <w:ind w:left="360"/>
        <w:jc w:val="left"/>
        <w:outlineLvl w:val="0"/>
        <w:rPr>
          <w:rFonts w:ascii="Cambria" w:hAnsi="Cambria"/>
          <w:color w:val="auto"/>
          <w:sz w:val="28"/>
        </w:rPr>
      </w:pPr>
      <w:r w:rsidRPr="006B6C74">
        <w:rPr>
          <w:rFonts w:ascii="Cambria" w:hAnsi="Cambria"/>
          <w:b/>
          <w:color w:val="auto"/>
          <w:sz w:val="28"/>
        </w:rPr>
        <w:t>Name</w:t>
      </w:r>
      <w:r w:rsidRPr="006B6C74">
        <w:rPr>
          <w:rFonts w:ascii="Cambria" w:hAnsi="Cambria"/>
          <w:color w:val="auto"/>
          <w:sz w:val="28"/>
        </w:rPr>
        <w:t xml:space="preserve"> _____</w:t>
      </w:r>
      <w:r>
        <w:rPr>
          <w:rFonts w:ascii="Cambria" w:hAnsi="Cambria"/>
          <w:color w:val="auto"/>
          <w:sz w:val="28"/>
        </w:rPr>
        <w:t>____</w:t>
      </w:r>
      <w:r w:rsidRPr="006B6C74">
        <w:rPr>
          <w:rFonts w:ascii="Cambria" w:hAnsi="Cambria"/>
          <w:color w:val="auto"/>
          <w:sz w:val="28"/>
        </w:rPr>
        <w:t>______________________________</w:t>
      </w:r>
      <w:r>
        <w:rPr>
          <w:rFonts w:ascii="Cambria" w:hAnsi="Cambria"/>
          <w:color w:val="auto"/>
          <w:sz w:val="28"/>
        </w:rPr>
        <w:t>_________</w:t>
      </w:r>
      <w:r w:rsidRPr="006B6C74">
        <w:rPr>
          <w:rFonts w:ascii="Cambria" w:hAnsi="Cambria"/>
          <w:color w:val="auto"/>
          <w:sz w:val="28"/>
        </w:rPr>
        <w:t xml:space="preserve">_ </w:t>
      </w:r>
      <w:r w:rsidRPr="006B6C74">
        <w:rPr>
          <w:rFonts w:ascii="Cambria" w:hAnsi="Cambria"/>
          <w:b/>
          <w:color w:val="auto"/>
          <w:sz w:val="28"/>
        </w:rPr>
        <w:t>Date</w:t>
      </w:r>
      <w:r w:rsidRPr="006B6C74">
        <w:rPr>
          <w:rFonts w:ascii="Cambria" w:hAnsi="Cambria"/>
          <w:color w:val="auto"/>
          <w:sz w:val="28"/>
        </w:rPr>
        <w:t xml:space="preserve"> __________________________</w:t>
      </w:r>
      <w:r>
        <w:rPr>
          <w:rFonts w:ascii="Cambria" w:hAnsi="Cambria"/>
          <w:color w:val="auto"/>
          <w:sz w:val="28"/>
        </w:rPr>
        <w:t>______</w:t>
      </w:r>
    </w:p>
    <w:tbl>
      <w:tblPr>
        <w:tblW w:w="0" w:type="auto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925"/>
      </w:tblGrid>
      <w:tr w:rsidR="00E170B2" w:rsidRPr="006B6C74">
        <w:trPr>
          <w:trHeight w:hRule="exact" w:val="603"/>
        </w:trPr>
        <w:tc>
          <w:tcPr>
            <w:tcW w:w="10925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E170B2" w:rsidRPr="006B6C74" w:rsidRDefault="00E170B2" w:rsidP="001E2E7A">
            <w:pPr>
              <w:pStyle w:val="SectionHead-Table"/>
              <w:rPr>
                <w:rFonts w:ascii="Cambria" w:hAnsi="Cambria"/>
                <w:color w:val="FFFFFF"/>
              </w:rPr>
            </w:pPr>
            <w:r w:rsidRPr="006B6C74">
              <w:rPr>
                <w:rFonts w:ascii="Cambria" w:hAnsi="Cambria"/>
                <w:color w:val="FFFFFF"/>
              </w:rPr>
              <w:t>BEFORE READING: Introduction to the Unit</w:t>
            </w:r>
          </w:p>
        </w:tc>
      </w:tr>
      <w:tr w:rsidR="00E170B2" w:rsidRPr="006B6C74">
        <w:trPr>
          <w:trHeight w:val="3758"/>
        </w:trPr>
        <w:tc>
          <w:tcPr>
            <w:tcW w:w="10925" w:type="dxa"/>
          </w:tcPr>
          <w:p w:rsidR="00E170B2" w:rsidRPr="006B6C74" w:rsidRDefault="00E170B2" w:rsidP="001E2E7A">
            <w:pPr>
              <w:pStyle w:val="Title"/>
              <w:ind w:left="360"/>
              <w:jc w:val="left"/>
              <w:rPr>
                <w:rFonts w:ascii="Cambria" w:hAnsi="Cambria"/>
                <w:b/>
                <w:color w:val="auto"/>
                <w:sz w:val="28"/>
              </w:rPr>
            </w:pPr>
          </w:p>
          <w:p w:rsidR="00E170B2" w:rsidRPr="006B6C74" w:rsidRDefault="00E170B2" w:rsidP="00C96F07">
            <w:pPr>
              <w:pStyle w:val="Title"/>
              <w:pBdr>
                <w:bottom w:val="single" w:sz="12" w:space="1" w:color="auto"/>
              </w:pBdr>
              <w:spacing w:after="120"/>
              <w:jc w:val="left"/>
              <w:rPr>
                <w:rFonts w:ascii="Cambria" w:hAnsi="Cambria"/>
                <w:color w:val="auto"/>
                <w:sz w:val="28"/>
              </w:rPr>
            </w:pPr>
            <w:r w:rsidRPr="006B6C74">
              <w:rPr>
                <w:rFonts w:ascii="Cambria" w:hAnsi="Cambria"/>
                <w:b/>
                <w:color w:val="auto"/>
                <w:sz w:val="28"/>
              </w:rPr>
              <w:t>Unit Objective:</w:t>
            </w:r>
            <w:r w:rsidRPr="006B6C74">
              <w:rPr>
                <w:rFonts w:ascii="Cambria" w:hAnsi="Cambria"/>
                <w:color w:val="auto"/>
                <w:sz w:val="28"/>
              </w:rPr>
              <w:t xml:space="preserve"> _______________________________________________________</w:t>
            </w:r>
          </w:p>
          <w:p w:rsidR="00E170B2" w:rsidRPr="006B6C74" w:rsidRDefault="00E170B2" w:rsidP="00C96F07">
            <w:pPr>
              <w:pStyle w:val="Title"/>
              <w:pBdr>
                <w:bottom w:val="single" w:sz="12" w:space="1" w:color="auto"/>
              </w:pBdr>
              <w:spacing w:after="120"/>
              <w:jc w:val="left"/>
              <w:rPr>
                <w:rFonts w:ascii="Cambria" w:hAnsi="Cambria"/>
                <w:color w:val="auto"/>
                <w:sz w:val="28"/>
              </w:rPr>
            </w:pPr>
          </w:p>
          <w:p w:rsidR="00E170B2" w:rsidRPr="006B6C74" w:rsidRDefault="00E170B2" w:rsidP="002674C7">
            <w:pPr>
              <w:pStyle w:val="Title"/>
              <w:jc w:val="left"/>
              <w:rPr>
                <w:rFonts w:ascii="Cambria" w:hAnsi="Cambria"/>
                <w:b/>
                <w:i/>
                <w:color w:val="auto"/>
                <w:sz w:val="28"/>
              </w:rPr>
            </w:pPr>
            <w:r w:rsidRPr="006B6C74">
              <w:rPr>
                <w:rFonts w:ascii="Cambria" w:hAnsi="Cambria"/>
                <w:b/>
                <w:i/>
                <w:color w:val="auto"/>
                <w:sz w:val="28"/>
              </w:rPr>
              <w:t xml:space="preserve">Record the Unit Focus Questions:  Answers will be generated as we read </w:t>
            </w:r>
          </w:p>
          <w:p w:rsidR="00E170B2" w:rsidRDefault="00E170B2" w:rsidP="002674C7">
            <w:pPr>
              <w:pStyle w:val="Title"/>
              <w:jc w:val="left"/>
              <w:rPr>
                <w:rFonts w:ascii="Cambria" w:hAnsi="Cambria"/>
                <w:b/>
                <w:color w:val="auto"/>
                <w:sz w:val="28"/>
              </w:rPr>
            </w:pPr>
          </w:p>
          <w:p w:rsidR="00E170B2" w:rsidRPr="006B6C74" w:rsidRDefault="00E170B2" w:rsidP="002674C7">
            <w:pPr>
              <w:pStyle w:val="Title"/>
              <w:jc w:val="left"/>
              <w:rPr>
                <w:rFonts w:ascii="Cambria" w:hAnsi="Cambria"/>
                <w:b/>
                <w:color w:val="auto"/>
                <w:sz w:val="28"/>
              </w:rPr>
            </w:pPr>
            <w:r w:rsidRPr="006B6C74">
              <w:rPr>
                <w:rFonts w:ascii="Cambria" w:hAnsi="Cambria"/>
                <w:b/>
                <w:color w:val="auto"/>
                <w:sz w:val="28"/>
              </w:rPr>
              <w:t xml:space="preserve">Unit Focus Questions:  </w:t>
            </w:r>
          </w:p>
          <w:p w:rsidR="00E170B2" w:rsidRPr="006B6C74" w:rsidRDefault="00E170B2" w:rsidP="00AE5D83">
            <w:pPr>
              <w:pStyle w:val="Title"/>
              <w:numPr>
                <w:ilvl w:val="0"/>
                <w:numId w:val="7"/>
              </w:numPr>
              <w:jc w:val="left"/>
              <w:rPr>
                <w:rFonts w:ascii="Cambria" w:hAnsi="Cambria"/>
                <w:color w:val="auto"/>
                <w:sz w:val="28"/>
              </w:rPr>
            </w:pPr>
            <w:r w:rsidRPr="006B6C74">
              <w:rPr>
                <w:rFonts w:ascii="Cambria" w:hAnsi="Cambria"/>
                <w:color w:val="auto"/>
                <w:sz w:val="28"/>
              </w:rPr>
              <w:t>Q: ____________________________________________________________________</w:t>
            </w:r>
          </w:p>
          <w:p w:rsidR="00E170B2" w:rsidRPr="006B6C74" w:rsidRDefault="00E170B2" w:rsidP="00AE5D83">
            <w:pPr>
              <w:pStyle w:val="Title"/>
              <w:pBdr>
                <w:bottom w:val="single" w:sz="12" w:space="1" w:color="auto"/>
              </w:pBdr>
              <w:ind w:left="720"/>
              <w:jc w:val="left"/>
              <w:rPr>
                <w:rFonts w:ascii="Cambria" w:hAnsi="Cambria"/>
                <w:color w:val="auto"/>
                <w:sz w:val="28"/>
              </w:rPr>
            </w:pPr>
          </w:p>
          <w:p w:rsidR="00E170B2" w:rsidRPr="006B6C74" w:rsidRDefault="00E170B2" w:rsidP="00AE5D83">
            <w:pPr>
              <w:pStyle w:val="Title"/>
              <w:pBdr>
                <w:bottom w:val="single" w:sz="12" w:space="1" w:color="auto"/>
              </w:pBdr>
              <w:ind w:left="720"/>
              <w:jc w:val="left"/>
              <w:rPr>
                <w:rFonts w:ascii="Cambria" w:hAnsi="Cambria"/>
                <w:color w:val="auto"/>
                <w:sz w:val="28"/>
              </w:rPr>
            </w:pPr>
            <w:r w:rsidRPr="006B6C74">
              <w:rPr>
                <w:rFonts w:ascii="Cambria" w:hAnsi="Cambria"/>
                <w:color w:val="auto"/>
                <w:sz w:val="28"/>
              </w:rPr>
              <w:t>A:</w:t>
            </w:r>
          </w:p>
          <w:p w:rsidR="00E170B2" w:rsidRPr="006B6C74" w:rsidRDefault="00E170B2" w:rsidP="006B6C74">
            <w:pPr>
              <w:pStyle w:val="Title"/>
              <w:jc w:val="left"/>
              <w:rPr>
                <w:rFonts w:ascii="Cambria" w:hAnsi="Cambria"/>
                <w:color w:val="auto"/>
                <w:sz w:val="28"/>
              </w:rPr>
            </w:pPr>
          </w:p>
          <w:p w:rsidR="00E170B2" w:rsidRPr="006B6C74" w:rsidRDefault="00E170B2" w:rsidP="00AE5D83">
            <w:pPr>
              <w:pStyle w:val="Title"/>
              <w:numPr>
                <w:ilvl w:val="0"/>
                <w:numId w:val="7"/>
              </w:numPr>
              <w:jc w:val="left"/>
              <w:rPr>
                <w:rFonts w:ascii="Cambria" w:hAnsi="Cambria"/>
                <w:color w:val="auto"/>
                <w:sz w:val="28"/>
              </w:rPr>
            </w:pPr>
            <w:r w:rsidRPr="006B6C74">
              <w:rPr>
                <w:rFonts w:ascii="Cambria" w:hAnsi="Cambria"/>
                <w:color w:val="auto"/>
                <w:sz w:val="28"/>
              </w:rPr>
              <w:t>Q: ____________________________________________________________________</w:t>
            </w:r>
          </w:p>
          <w:p w:rsidR="00E170B2" w:rsidRPr="006B6C74" w:rsidRDefault="00E170B2" w:rsidP="00AE5D83">
            <w:pPr>
              <w:pStyle w:val="Title"/>
              <w:pBdr>
                <w:bottom w:val="single" w:sz="12" w:space="1" w:color="auto"/>
              </w:pBdr>
              <w:ind w:left="720"/>
              <w:jc w:val="left"/>
              <w:rPr>
                <w:rFonts w:ascii="Cambria" w:hAnsi="Cambria"/>
                <w:color w:val="auto"/>
                <w:sz w:val="28"/>
              </w:rPr>
            </w:pPr>
          </w:p>
          <w:p w:rsidR="00E170B2" w:rsidRPr="006B6C74" w:rsidRDefault="00E170B2" w:rsidP="00AE5D83">
            <w:pPr>
              <w:pStyle w:val="Title"/>
              <w:pBdr>
                <w:bottom w:val="single" w:sz="12" w:space="1" w:color="auto"/>
              </w:pBdr>
              <w:ind w:left="720"/>
              <w:jc w:val="left"/>
              <w:rPr>
                <w:rFonts w:ascii="Cambria" w:hAnsi="Cambria"/>
                <w:color w:val="auto"/>
                <w:sz w:val="28"/>
              </w:rPr>
            </w:pPr>
            <w:r w:rsidRPr="006B6C74">
              <w:rPr>
                <w:rFonts w:ascii="Cambria" w:hAnsi="Cambria"/>
                <w:color w:val="auto"/>
                <w:sz w:val="28"/>
              </w:rPr>
              <w:t>A:</w:t>
            </w:r>
          </w:p>
          <w:p w:rsidR="00E170B2" w:rsidRPr="006B6C74" w:rsidRDefault="00E170B2" w:rsidP="00AE5D83">
            <w:pPr>
              <w:pStyle w:val="Title"/>
              <w:ind w:left="720"/>
              <w:jc w:val="left"/>
              <w:rPr>
                <w:rFonts w:ascii="Cambria" w:hAnsi="Cambria"/>
                <w:color w:val="auto"/>
                <w:sz w:val="28"/>
              </w:rPr>
            </w:pPr>
          </w:p>
          <w:p w:rsidR="00E170B2" w:rsidRPr="006B6C74" w:rsidRDefault="00E170B2" w:rsidP="00AE5D83">
            <w:pPr>
              <w:pStyle w:val="Title"/>
              <w:numPr>
                <w:ilvl w:val="0"/>
                <w:numId w:val="7"/>
              </w:numPr>
              <w:jc w:val="left"/>
              <w:rPr>
                <w:rFonts w:ascii="Cambria" w:hAnsi="Cambria"/>
                <w:color w:val="auto"/>
                <w:sz w:val="28"/>
              </w:rPr>
            </w:pPr>
            <w:r w:rsidRPr="006B6C74">
              <w:rPr>
                <w:rFonts w:ascii="Cambria" w:hAnsi="Cambria"/>
                <w:color w:val="auto"/>
                <w:sz w:val="28"/>
              </w:rPr>
              <w:t>Q: ____________________________________________________________________</w:t>
            </w:r>
          </w:p>
          <w:p w:rsidR="00E170B2" w:rsidRPr="006B6C74" w:rsidRDefault="00E170B2" w:rsidP="00AE5D83">
            <w:pPr>
              <w:pStyle w:val="Title"/>
              <w:ind w:left="720"/>
              <w:jc w:val="left"/>
              <w:rPr>
                <w:rFonts w:ascii="Cambria" w:hAnsi="Cambria"/>
                <w:color w:val="auto"/>
                <w:sz w:val="28"/>
              </w:rPr>
            </w:pPr>
          </w:p>
          <w:p w:rsidR="00E170B2" w:rsidRPr="006B6C74" w:rsidRDefault="00E170B2" w:rsidP="00AE5D83">
            <w:pPr>
              <w:pStyle w:val="Title"/>
              <w:ind w:left="720"/>
              <w:jc w:val="left"/>
              <w:rPr>
                <w:rFonts w:ascii="Cambria" w:hAnsi="Cambria"/>
                <w:color w:val="auto"/>
                <w:sz w:val="28"/>
              </w:rPr>
            </w:pPr>
            <w:r w:rsidRPr="006B6C74">
              <w:rPr>
                <w:rFonts w:ascii="Cambria" w:hAnsi="Cambria"/>
                <w:color w:val="auto"/>
                <w:sz w:val="28"/>
              </w:rPr>
              <w:t>A: ____________________________________________________________________</w:t>
            </w:r>
            <w:r>
              <w:rPr>
                <w:rFonts w:ascii="Cambria" w:hAnsi="Cambria"/>
                <w:color w:val="auto"/>
                <w:sz w:val="28"/>
              </w:rPr>
              <w:t>________________________</w:t>
            </w:r>
            <w:r w:rsidRPr="006B6C74">
              <w:rPr>
                <w:rFonts w:ascii="Cambria" w:hAnsi="Cambria"/>
                <w:color w:val="auto"/>
                <w:sz w:val="28"/>
              </w:rPr>
              <w:t>_</w:t>
            </w:r>
          </w:p>
          <w:p w:rsidR="00E170B2" w:rsidRPr="006B6C74" w:rsidRDefault="00E170B2" w:rsidP="00AE5D83">
            <w:pPr>
              <w:pStyle w:val="Title"/>
              <w:ind w:left="720"/>
              <w:jc w:val="left"/>
              <w:rPr>
                <w:rFonts w:ascii="Cambria" w:hAnsi="Cambria"/>
                <w:color w:val="auto"/>
                <w:sz w:val="28"/>
              </w:rPr>
            </w:pPr>
          </w:p>
          <w:p w:rsidR="00E170B2" w:rsidRPr="006B6C74" w:rsidRDefault="00E170B2" w:rsidP="00AE5D83">
            <w:pPr>
              <w:rPr>
                <w:sz w:val="28"/>
              </w:rPr>
            </w:pPr>
          </w:p>
        </w:tc>
      </w:tr>
    </w:tbl>
    <w:p w:rsidR="00E170B2" w:rsidRPr="006B6C74" w:rsidRDefault="00E170B2"/>
    <w:p w:rsidR="00E170B2" w:rsidRPr="006B6C74" w:rsidRDefault="00E170B2">
      <w:r w:rsidRPr="006B6C74">
        <w:rPr>
          <w:b/>
          <w:sz w:val="32"/>
          <w:szCs w:val="32"/>
        </w:rPr>
        <w:t>How does the presented “background knowledge” relate to my life?</w:t>
      </w:r>
    </w:p>
    <w:p w:rsidR="00E170B2" w:rsidRPr="006B6C74" w:rsidRDefault="00E170B2"/>
    <w:p w:rsidR="00E170B2" w:rsidRPr="006B6C74" w:rsidRDefault="00E170B2">
      <w:r w:rsidRPr="006B6C74">
        <w:t>________________________________________________________________________________________________________________________</w:t>
      </w:r>
    </w:p>
    <w:p w:rsidR="00E170B2" w:rsidRPr="006B6C74" w:rsidRDefault="00E170B2"/>
    <w:p w:rsidR="00E170B2" w:rsidRPr="006B6C74" w:rsidRDefault="00E170B2">
      <w:r>
        <w:t>_________________________________________________________________________________________________________________________</w:t>
      </w:r>
    </w:p>
    <w:p w:rsidR="00E170B2" w:rsidRDefault="00E170B2">
      <w:pPr>
        <w:rPr>
          <w:b/>
          <w:sz w:val="36"/>
          <w:szCs w:val="36"/>
        </w:rPr>
      </w:pPr>
    </w:p>
    <w:p w:rsidR="00E170B2" w:rsidRDefault="00E170B2">
      <w:pPr>
        <w:rPr>
          <w:b/>
          <w:sz w:val="36"/>
          <w:szCs w:val="36"/>
        </w:rPr>
      </w:pPr>
    </w:p>
    <w:p w:rsidR="00E170B2" w:rsidRDefault="00E170B2">
      <w:pPr>
        <w:rPr>
          <w:b/>
          <w:sz w:val="36"/>
          <w:szCs w:val="36"/>
        </w:rPr>
      </w:pPr>
    </w:p>
    <w:p w:rsidR="00E170B2" w:rsidRDefault="00E170B2">
      <w:pPr>
        <w:rPr>
          <w:b/>
          <w:sz w:val="36"/>
          <w:szCs w:val="36"/>
        </w:rPr>
      </w:pPr>
    </w:p>
    <w:p w:rsidR="00E170B2" w:rsidRPr="006B6C74" w:rsidRDefault="00E170B2">
      <w:pPr>
        <w:rPr>
          <w:b/>
          <w:sz w:val="36"/>
          <w:szCs w:val="36"/>
        </w:rPr>
      </w:pPr>
      <w:r w:rsidRPr="006B6C74">
        <w:rPr>
          <w:b/>
          <w:sz w:val="36"/>
          <w:szCs w:val="36"/>
        </w:rPr>
        <w:t xml:space="preserve">Anticipation Guide:  </w:t>
      </w:r>
    </w:p>
    <w:p w:rsidR="00E170B2" w:rsidRPr="006B6C74" w:rsidRDefault="00E170B2"/>
    <w:tbl>
      <w:tblPr>
        <w:tblW w:w="0" w:type="auto"/>
        <w:tblInd w:w="-7" w:type="dxa"/>
        <w:tblLook w:val="00A0"/>
      </w:tblPr>
      <w:tblGrid>
        <w:gridCol w:w="10925"/>
      </w:tblGrid>
      <w:tr w:rsidR="00E170B2" w:rsidRPr="006B6C74">
        <w:trPr>
          <w:trHeight w:hRule="exact" w:val="603"/>
        </w:trPr>
        <w:tc>
          <w:tcPr>
            <w:tcW w:w="10925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E170B2" w:rsidRPr="00E24C81" w:rsidRDefault="00E170B2" w:rsidP="001E2E7A">
            <w:pPr>
              <w:rPr>
                <w:b/>
                <w:color w:val="FFFFFF"/>
                <w:sz w:val="28"/>
              </w:rPr>
            </w:pPr>
            <w:r w:rsidRPr="00E24C81">
              <w:rPr>
                <w:b/>
                <w:color w:val="FFFFFF"/>
                <w:sz w:val="28"/>
              </w:rPr>
              <w:t>BEFORE READING: Preview of the Passage</w:t>
            </w:r>
          </w:p>
          <w:p w:rsidR="00E170B2" w:rsidRPr="006B6C74" w:rsidRDefault="00E170B2" w:rsidP="001E2E7A">
            <w:pPr>
              <w:rPr>
                <w:color w:val="FFFFFF"/>
              </w:rPr>
            </w:pPr>
          </w:p>
          <w:p w:rsidR="00E170B2" w:rsidRPr="006B6C74" w:rsidRDefault="00E170B2" w:rsidP="001E2E7A">
            <w:pPr>
              <w:rPr>
                <w:color w:val="FFFFFF"/>
              </w:rPr>
            </w:pPr>
          </w:p>
          <w:p w:rsidR="00E170B2" w:rsidRPr="006B6C74" w:rsidRDefault="00E170B2" w:rsidP="001E2E7A">
            <w:pPr>
              <w:rPr>
                <w:color w:val="FFFFFF"/>
              </w:rPr>
            </w:pPr>
          </w:p>
        </w:tc>
      </w:tr>
      <w:tr w:rsidR="00E170B2" w:rsidRPr="006B6C74">
        <w:trPr>
          <w:trHeight w:hRule="exact" w:val="603"/>
        </w:trPr>
        <w:tc>
          <w:tcPr>
            <w:tcW w:w="10925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E170B2" w:rsidRPr="006B6C74" w:rsidRDefault="00E170B2" w:rsidP="001E2E7A">
            <w:pPr>
              <w:pStyle w:val="SectionHead-Table"/>
              <w:rPr>
                <w:rFonts w:ascii="Cambria" w:hAnsi="Cambria"/>
                <w:color w:val="FFFFFF"/>
              </w:rPr>
            </w:pPr>
          </w:p>
          <w:p w:rsidR="00E170B2" w:rsidRPr="006B6C74" w:rsidRDefault="00E170B2" w:rsidP="001E2E7A">
            <w:pPr>
              <w:pStyle w:val="SectionHead-Table"/>
              <w:rPr>
                <w:rFonts w:ascii="Cambria" w:hAnsi="Cambria"/>
                <w:color w:val="FFFFFF"/>
              </w:rPr>
            </w:pPr>
            <w:r w:rsidRPr="006B6C74">
              <w:rPr>
                <w:rFonts w:ascii="Cambria" w:hAnsi="Cambria"/>
                <w:color w:val="FFFFFF"/>
              </w:rPr>
              <w:t>BEFORE READING: Preview</w:t>
            </w:r>
          </w:p>
        </w:tc>
      </w:tr>
      <w:tr w:rsidR="00E170B2" w:rsidRPr="006B6C74">
        <w:trPr>
          <w:trHeight w:val="4247"/>
        </w:trPr>
        <w:tc>
          <w:tcPr>
            <w:tcW w:w="10925" w:type="dxa"/>
          </w:tcPr>
          <w:p w:rsidR="00E170B2" w:rsidRPr="00E24C81" w:rsidRDefault="00E170B2" w:rsidP="00E24C81">
            <w:pPr>
              <w:pStyle w:val="Title"/>
              <w:spacing w:line="240" w:lineRule="auto"/>
              <w:jc w:val="left"/>
              <w:rPr>
                <w:rStyle w:val="GaramondBody"/>
                <w:rFonts w:ascii="Cambria" w:hAnsi="Cambria"/>
                <w:sz w:val="32"/>
                <w:szCs w:val="32"/>
              </w:rPr>
            </w:pPr>
            <w:r w:rsidRPr="00E24C81">
              <w:rPr>
                <w:rStyle w:val="FrizBoldLead-in"/>
                <w:rFonts w:ascii="Cambria" w:hAnsi="Cambria"/>
                <w:sz w:val="32"/>
                <w:szCs w:val="32"/>
              </w:rPr>
              <w:t>Brainstorm:</w:t>
            </w:r>
            <w:r w:rsidRPr="00E24C81"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E24C81">
              <w:rPr>
                <w:rStyle w:val="GaramondBody"/>
                <w:rFonts w:ascii="Cambria" w:hAnsi="Cambria"/>
                <w:sz w:val="32"/>
                <w:szCs w:val="32"/>
              </w:rPr>
              <w:t xml:space="preserve">Connections to prior/background knowledge </w:t>
            </w:r>
          </w:p>
          <w:p w:rsidR="00E170B2" w:rsidRPr="00E24C81" w:rsidRDefault="00E170B2" w:rsidP="00E24C81">
            <w:pPr>
              <w:pStyle w:val="Title"/>
              <w:spacing w:line="240" w:lineRule="auto"/>
              <w:jc w:val="left"/>
              <w:rPr>
                <w:rStyle w:val="GaramondBody"/>
                <w:rFonts w:ascii="Cambria" w:hAnsi="Cambria"/>
                <w:sz w:val="32"/>
                <w:szCs w:val="32"/>
              </w:rPr>
            </w:pPr>
          </w:p>
          <w:p w:rsidR="00E170B2" w:rsidRPr="00E24C81" w:rsidRDefault="00E170B2" w:rsidP="00E24C81">
            <w:pPr>
              <w:pStyle w:val="Title"/>
              <w:spacing w:line="240" w:lineRule="auto"/>
              <w:jc w:val="left"/>
              <w:rPr>
                <w:rStyle w:val="GaramondBody"/>
                <w:rFonts w:ascii="Cambria" w:hAnsi="Cambria"/>
                <w:sz w:val="32"/>
                <w:szCs w:val="32"/>
              </w:rPr>
            </w:pPr>
          </w:p>
          <w:p w:rsidR="00E170B2" w:rsidRPr="00E24C81" w:rsidRDefault="00E170B2" w:rsidP="00E24C81">
            <w:pPr>
              <w:pStyle w:val="Title"/>
              <w:spacing w:line="240" w:lineRule="auto"/>
              <w:jc w:val="left"/>
              <w:rPr>
                <w:rStyle w:val="GaramondBody"/>
                <w:rFonts w:ascii="Cambria" w:hAnsi="Cambria"/>
                <w:sz w:val="32"/>
                <w:szCs w:val="32"/>
              </w:rPr>
            </w:pPr>
          </w:p>
          <w:p w:rsidR="00E170B2" w:rsidRDefault="00E170B2" w:rsidP="00E24C81">
            <w:pPr>
              <w:pStyle w:val="Title"/>
              <w:spacing w:line="240" w:lineRule="auto"/>
              <w:jc w:val="left"/>
              <w:rPr>
                <w:rStyle w:val="FrizBoldLead-in"/>
                <w:rFonts w:ascii="Cambria" w:hAnsi="Cambria"/>
                <w:sz w:val="32"/>
                <w:szCs w:val="32"/>
              </w:rPr>
            </w:pPr>
          </w:p>
          <w:p w:rsidR="00E170B2" w:rsidRDefault="00E170B2" w:rsidP="00E24C81">
            <w:pPr>
              <w:pStyle w:val="Title"/>
              <w:spacing w:line="240" w:lineRule="auto"/>
              <w:jc w:val="left"/>
              <w:rPr>
                <w:rStyle w:val="FrizBoldLead-in"/>
                <w:rFonts w:ascii="Cambria" w:hAnsi="Cambria"/>
                <w:sz w:val="32"/>
                <w:szCs w:val="32"/>
              </w:rPr>
            </w:pPr>
          </w:p>
          <w:p w:rsidR="00E170B2" w:rsidRDefault="00E170B2" w:rsidP="00E24C81">
            <w:pPr>
              <w:pStyle w:val="Title"/>
              <w:spacing w:line="240" w:lineRule="auto"/>
              <w:jc w:val="left"/>
              <w:rPr>
                <w:rStyle w:val="FrizBoldLead-in"/>
                <w:rFonts w:ascii="Cambria" w:hAnsi="Cambria"/>
                <w:sz w:val="32"/>
                <w:szCs w:val="32"/>
              </w:rPr>
            </w:pPr>
          </w:p>
          <w:p w:rsidR="00E170B2" w:rsidRPr="00E24C81" w:rsidRDefault="00E170B2" w:rsidP="00E24C81">
            <w:pPr>
              <w:pStyle w:val="Title"/>
              <w:spacing w:line="240" w:lineRule="auto"/>
              <w:jc w:val="left"/>
              <w:rPr>
                <w:rStyle w:val="FrizBoldLead-in"/>
                <w:rFonts w:ascii="Cambria" w:hAnsi="Cambria"/>
                <w:sz w:val="32"/>
                <w:szCs w:val="32"/>
              </w:rPr>
            </w:pPr>
          </w:p>
          <w:p w:rsidR="00E170B2" w:rsidRPr="00E24C81" w:rsidRDefault="00E170B2" w:rsidP="00E24C81">
            <w:pPr>
              <w:pStyle w:val="Title"/>
              <w:spacing w:line="240" w:lineRule="auto"/>
              <w:jc w:val="left"/>
              <w:rPr>
                <w:rStyle w:val="GaramondBody"/>
                <w:rFonts w:ascii="Cambria" w:hAnsi="Cambria"/>
                <w:sz w:val="32"/>
                <w:szCs w:val="32"/>
              </w:rPr>
            </w:pPr>
            <w:r w:rsidRPr="00E24C81">
              <w:rPr>
                <w:rStyle w:val="FrizBoldLead-in"/>
                <w:rFonts w:ascii="Cambria" w:hAnsi="Cambria"/>
                <w:sz w:val="32"/>
                <w:szCs w:val="32"/>
              </w:rPr>
              <w:t>Predict:</w:t>
            </w:r>
            <w:r w:rsidRPr="00E24C81">
              <w:rPr>
                <w:rStyle w:val="GaramondBody"/>
                <w:rFonts w:ascii="Cambria" w:hAnsi="Cambria"/>
                <w:sz w:val="32"/>
                <w:szCs w:val="32"/>
              </w:rPr>
              <w:t xml:space="preserve"> What I might learn about the topic?</w:t>
            </w:r>
          </w:p>
          <w:p w:rsidR="00E170B2" w:rsidRPr="00E24C81" w:rsidRDefault="00E170B2" w:rsidP="00E24C81">
            <w:pPr>
              <w:pStyle w:val="Title"/>
              <w:spacing w:line="240" w:lineRule="auto"/>
              <w:jc w:val="left"/>
              <w:rPr>
                <w:rFonts w:ascii="Cambria" w:hAnsi="Cambria"/>
                <w:color w:val="auto"/>
                <w:sz w:val="32"/>
                <w:szCs w:val="32"/>
              </w:rPr>
            </w:pPr>
          </w:p>
          <w:p w:rsidR="00E170B2" w:rsidRDefault="00E170B2" w:rsidP="00E24C81">
            <w:pPr>
              <w:pStyle w:val="Title"/>
              <w:spacing w:line="240" w:lineRule="auto"/>
              <w:jc w:val="left"/>
              <w:rPr>
                <w:rFonts w:ascii="Cambria" w:hAnsi="Cambria"/>
                <w:b/>
                <w:color w:val="auto"/>
                <w:sz w:val="32"/>
                <w:szCs w:val="32"/>
              </w:rPr>
            </w:pPr>
          </w:p>
          <w:p w:rsidR="00E170B2" w:rsidRDefault="00E170B2" w:rsidP="00E24C81">
            <w:pPr>
              <w:pStyle w:val="Title"/>
              <w:spacing w:line="240" w:lineRule="auto"/>
              <w:jc w:val="left"/>
              <w:rPr>
                <w:rFonts w:ascii="Cambria" w:hAnsi="Cambria"/>
                <w:b/>
                <w:color w:val="auto"/>
                <w:sz w:val="32"/>
                <w:szCs w:val="32"/>
              </w:rPr>
            </w:pPr>
          </w:p>
          <w:p w:rsidR="00E170B2" w:rsidRDefault="00E170B2" w:rsidP="00E24C81">
            <w:pPr>
              <w:pStyle w:val="Title"/>
              <w:spacing w:line="240" w:lineRule="auto"/>
              <w:jc w:val="left"/>
              <w:rPr>
                <w:rFonts w:ascii="Cambria" w:hAnsi="Cambria"/>
                <w:b/>
                <w:color w:val="auto"/>
                <w:sz w:val="32"/>
                <w:szCs w:val="32"/>
              </w:rPr>
            </w:pPr>
          </w:p>
          <w:p w:rsidR="00E170B2" w:rsidRDefault="00E170B2" w:rsidP="00E24C81">
            <w:pPr>
              <w:pStyle w:val="Title"/>
              <w:spacing w:line="240" w:lineRule="auto"/>
              <w:jc w:val="left"/>
              <w:rPr>
                <w:rFonts w:ascii="Cambria" w:hAnsi="Cambria"/>
                <w:b/>
                <w:color w:val="auto"/>
                <w:sz w:val="32"/>
                <w:szCs w:val="32"/>
              </w:rPr>
            </w:pPr>
          </w:p>
          <w:p w:rsidR="00E170B2" w:rsidRDefault="00E170B2" w:rsidP="00E24C81">
            <w:pPr>
              <w:pStyle w:val="Title"/>
              <w:spacing w:line="240" w:lineRule="auto"/>
              <w:jc w:val="left"/>
              <w:rPr>
                <w:rFonts w:ascii="Cambria" w:hAnsi="Cambria"/>
                <w:b/>
                <w:color w:val="auto"/>
                <w:sz w:val="32"/>
                <w:szCs w:val="32"/>
              </w:rPr>
            </w:pPr>
          </w:p>
          <w:p w:rsidR="00E170B2" w:rsidRPr="00E24C81" w:rsidRDefault="00E170B2" w:rsidP="00E24C81">
            <w:pPr>
              <w:pStyle w:val="Title"/>
              <w:spacing w:line="240" w:lineRule="auto"/>
              <w:jc w:val="left"/>
              <w:rPr>
                <w:rFonts w:ascii="Cambria" w:hAnsi="Cambria"/>
                <w:b/>
                <w:color w:val="auto"/>
                <w:sz w:val="32"/>
                <w:szCs w:val="32"/>
              </w:rPr>
            </w:pPr>
          </w:p>
          <w:p w:rsidR="00E170B2" w:rsidRPr="00E24C81" w:rsidRDefault="00E170B2" w:rsidP="00E24C81">
            <w:pPr>
              <w:pStyle w:val="Title"/>
              <w:spacing w:line="240" w:lineRule="auto"/>
              <w:jc w:val="left"/>
              <w:rPr>
                <w:rFonts w:ascii="Cambria" w:hAnsi="Cambria"/>
                <w:b/>
                <w:color w:val="auto"/>
                <w:sz w:val="32"/>
                <w:szCs w:val="32"/>
              </w:rPr>
            </w:pPr>
            <w:r w:rsidRPr="00E24C81">
              <w:rPr>
                <w:rFonts w:ascii="Cambria" w:hAnsi="Cambria"/>
                <w:b/>
                <w:color w:val="auto"/>
                <w:sz w:val="32"/>
                <w:szCs w:val="32"/>
              </w:rPr>
              <w:t>Justify Prediction:</w:t>
            </w:r>
            <w:r w:rsidRPr="00E24C81">
              <w:rPr>
                <w:rFonts w:ascii="Cambria" w:hAnsi="Cambria"/>
                <w:color w:val="auto"/>
                <w:sz w:val="32"/>
                <w:szCs w:val="32"/>
              </w:rPr>
              <w:t xml:space="preserve"> (e.g. I predicted ………because………..):</w:t>
            </w:r>
          </w:p>
        </w:tc>
      </w:tr>
    </w:tbl>
    <w:p w:rsidR="00E170B2" w:rsidRDefault="00E170B2" w:rsidP="001E2E7A">
      <w:pPr>
        <w:rPr>
          <w:b/>
        </w:rPr>
        <w:sectPr w:rsidR="00E170B2">
          <w:footerReference w:type="even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noEndnote/>
        </w:sectPr>
      </w:pPr>
    </w:p>
    <w:tbl>
      <w:tblPr>
        <w:tblW w:w="0" w:type="auto"/>
        <w:tblLook w:val="00A0"/>
      </w:tblPr>
      <w:tblGrid>
        <w:gridCol w:w="11041"/>
      </w:tblGrid>
      <w:tr w:rsidR="00E170B2" w:rsidRPr="00892DD6">
        <w:trPr>
          <w:trHeight w:hRule="exact" w:val="432"/>
        </w:trPr>
        <w:tc>
          <w:tcPr>
            <w:tcW w:w="11030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E170B2" w:rsidRPr="00892DD6" w:rsidRDefault="00E170B2" w:rsidP="005A5E6E">
            <w:pPr>
              <w:pStyle w:val="SectionHead-Table"/>
              <w:rPr>
                <w:rFonts w:ascii="Cambria" w:hAnsi="Cambria"/>
                <w:color w:val="FFFFFF"/>
                <w:sz w:val="32"/>
                <w:szCs w:val="32"/>
              </w:rPr>
            </w:pPr>
            <w:r w:rsidRPr="00892DD6">
              <w:rPr>
                <w:rFonts w:ascii="Cambria" w:hAnsi="Cambria"/>
                <w:color w:val="FFFFFF"/>
                <w:sz w:val="32"/>
                <w:szCs w:val="32"/>
              </w:rPr>
              <w:t>DURING READING: Section 1</w:t>
            </w:r>
          </w:p>
        </w:tc>
      </w:tr>
      <w:tr w:rsidR="00E170B2" w:rsidRPr="00892DD6">
        <w:tc>
          <w:tcPr>
            <w:tcW w:w="11030" w:type="dxa"/>
          </w:tcPr>
          <w:tbl>
            <w:tblPr>
              <w:tblW w:w="0" w:type="auto"/>
              <w:tblLook w:val="00A0"/>
            </w:tblPr>
            <w:tblGrid>
              <w:gridCol w:w="8691"/>
              <w:gridCol w:w="2134"/>
            </w:tblGrid>
            <w:tr w:rsidR="00E170B2" w:rsidRPr="00892DD6" w:rsidTr="00132355">
              <w:trPr>
                <w:trHeight w:val="4680"/>
              </w:trPr>
              <w:tc>
                <w:tcPr>
                  <w:tcW w:w="86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Default="00E170B2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Clunks</w:t>
                  </w:r>
                </w:p>
                <w:p w:rsidR="00E170B2" w:rsidRPr="00892DD6" w:rsidRDefault="00E170B2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 w:cs="Rockwell-ExtraBold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E7CFC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 xml:space="preserve">Main Idea/GIST: </w:t>
                  </w: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</w:tc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200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Fix-up Strategies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40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</w:tc>
            </w:tr>
          </w:tbl>
          <w:p w:rsidR="00E170B2" w:rsidRPr="00892DD6" w:rsidRDefault="00E170B2" w:rsidP="005A5E6E">
            <w:pPr>
              <w:pStyle w:val="Title"/>
              <w:spacing w:before="240" w:after="400"/>
              <w:jc w:val="left"/>
              <w:rPr>
                <w:rStyle w:val="FrizBoldLead-in"/>
                <w:rFonts w:ascii="Cambria" w:hAnsi="Cambria" w:cs="Times New Roman"/>
                <w:sz w:val="32"/>
                <w:szCs w:val="32"/>
              </w:rPr>
            </w:pPr>
          </w:p>
        </w:tc>
      </w:tr>
      <w:tr w:rsidR="00E170B2" w:rsidRPr="00892DD6">
        <w:trPr>
          <w:trHeight w:hRule="exact" w:val="432"/>
        </w:trPr>
        <w:tc>
          <w:tcPr>
            <w:tcW w:w="11030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E170B2" w:rsidRPr="00892DD6" w:rsidRDefault="00E170B2" w:rsidP="005A5E6E">
            <w:pPr>
              <w:pStyle w:val="SectionHead-Table"/>
              <w:rPr>
                <w:rFonts w:ascii="Cambria" w:hAnsi="Cambria"/>
                <w:color w:val="FFFFFF"/>
                <w:sz w:val="32"/>
                <w:szCs w:val="32"/>
              </w:rPr>
            </w:pPr>
            <w:r w:rsidRPr="00892DD6">
              <w:rPr>
                <w:rFonts w:ascii="Cambria" w:hAnsi="Cambria"/>
                <w:color w:val="FFFFFF"/>
                <w:sz w:val="32"/>
                <w:szCs w:val="32"/>
              </w:rPr>
              <w:t>DURING READING: Section 2</w:t>
            </w:r>
          </w:p>
        </w:tc>
      </w:tr>
      <w:tr w:rsidR="00E170B2" w:rsidRPr="00892DD6">
        <w:tc>
          <w:tcPr>
            <w:tcW w:w="11030" w:type="dxa"/>
          </w:tcPr>
          <w:tbl>
            <w:tblPr>
              <w:tblW w:w="10825" w:type="dxa"/>
              <w:tblLook w:val="00A0"/>
            </w:tblPr>
            <w:tblGrid>
              <w:gridCol w:w="8679"/>
              <w:gridCol w:w="2146"/>
            </w:tblGrid>
            <w:tr w:rsidR="00E170B2" w:rsidRPr="00892DD6">
              <w:trPr>
                <w:trHeight w:val="4710"/>
              </w:trPr>
              <w:tc>
                <w:tcPr>
                  <w:tcW w:w="86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Clunks</w:t>
                  </w:r>
                </w:p>
                <w:p w:rsidR="00E170B2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 w:cs="Rockwell-ExtraBold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E7CFC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 xml:space="preserve">Main Idea/GIST: </w:t>
                  </w: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</w:tc>
              <w:tc>
                <w:tcPr>
                  <w:tcW w:w="21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200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Fix-up Strategies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40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</w:tc>
            </w:tr>
          </w:tbl>
          <w:p w:rsidR="00E170B2" w:rsidRPr="00892DD6" w:rsidRDefault="00E170B2" w:rsidP="005A5E6E">
            <w:pPr>
              <w:pStyle w:val="Title"/>
              <w:spacing w:after="450"/>
              <w:jc w:val="left"/>
              <w:rPr>
                <w:rFonts w:ascii="Cambria" w:hAnsi="Cambria"/>
                <w:sz w:val="32"/>
                <w:szCs w:val="32"/>
              </w:rPr>
            </w:pPr>
          </w:p>
        </w:tc>
      </w:tr>
    </w:tbl>
    <w:p w:rsidR="00E170B2" w:rsidRDefault="00E170B2" w:rsidP="00242138">
      <w:pPr>
        <w:rPr>
          <w:sz w:val="32"/>
          <w:szCs w:val="32"/>
        </w:rPr>
      </w:pPr>
    </w:p>
    <w:p w:rsidR="00E170B2" w:rsidRPr="00892DD6" w:rsidRDefault="00E170B2" w:rsidP="00242138">
      <w:pPr>
        <w:rPr>
          <w:sz w:val="32"/>
          <w:szCs w:val="32"/>
        </w:rPr>
      </w:pPr>
    </w:p>
    <w:tbl>
      <w:tblPr>
        <w:tblW w:w="0" w:type="auto"/>
        <w:tblLook w:val="00A0"/>
      </w:tblPr>
      <w:tblGrid>
        <w:gridCol w:w="11021"/>
      </w:tblGrid>
      <w:tr w:rsidR="00E170B2" w:rsidRPr="00892DD6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E170B2" w:rsidRPr="00892DD6" w:rsidRDefault="00E170B2" w:rsidP="005A5E6E">
            <w:pPr>
              <w:pStyle w:val="SectionHead-Table"/>
              <w:rPr>
                <w:rFonts w:ascii="Cambria" w:hAnsi="Cambria"/>
                <w:color w:val="FFFFFF"/>
                <w:sz w:val="32"/>
                <w:szCs w:val="32"/>
              </w:rPr>
            </w:pPr>
            <w:r w:rsidRPr="00892DD6">
              <w:rPr>
                <w:rFonts w:ascii="Cambria" w:hAnsi="Cambria"/>
                <w:color w:val="FFFFFF"/>
                <w:sz w:val="32"/>
                <w:szCs w:val="32"/>
              </w:rPr>
              <w:t>DURING READING: Section 3</w:t>
            </w:r>
          </w:p>
        </w:tc>
      </w:tr>
      <w:tr w:rsidR="00E170B2" w:rsidRPr="00892DD6">
        <w:tc>
          <w:tcPr>
            <w:tcW w:w="11016" w:type="dxa"/>
          </w:tcPr>
          <w:tbl>
            <w:tblPr>
              <w:tblW w:w="0" w:type="auto"/>
              <w:tblLook w:val="00A0"/>
            </w:tblPr>
            <w:tblGrid>
              <w:gridCol w:w="8672"/>
              <w:gridCol w:w="2133"/>
            </w:tblGrid>
            <w:tr w:rsidR="00E170B2" w:rsidRPr="00892DD6">
              <w:trPr>
                <w:trHeight w:val="4680"/>
              </w:trPr>
              <w:tc>
                <w:tcPr>
                  <w:tcW w:w="87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Clunks</w:t>
                  </w:r>
                </w:p>
                <w:p w:rsidR="00E170B2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 w:cs="Rockwell-ExtraBold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E7CFC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 xml:space="preserve">Main Idea/GIST: </w:t>
                  </w: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</w:tc>
              <w:tc>
                <w:tcPr>
                  <w:tcW w:w="2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200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Fix-up Strategies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40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</w:tc>
            </w:tr>
          </w:tbl>
          <w:p w:rsidR="00E170B2" w:rsidRPr="00892DD6" w:rsidRDefault="00E170B2" w:rsidP="005A5E6E">
            <w:pPr>
              <w:pStyle w:val="Title"/>
              <w:spacing w:before="240" w:after="400"/>
              <w:jc w:val="left"/>
              <w:rPr>
                <w:rStyle w:val="FrizBoldLead-in"/>
                <w:rFonts w:ascii="Cambria" w:hAnsi="Cambria" w:cs="Times New Roman"/>
                <w:sz w:val="32"/>
                <w:szCs w:val="32"/>
              </w:rPr>
            </w:pPr>
          </w:p>
        </w:tc>
      </w:tr>
      <w:tr w:rsidR="00E170B2" w:rsidRPr="00892DD6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E170B2" w:rsidRPr="00892DD6" w:rsidRDefault="00E170B2" w:rsidP="005A5E6E">
            <w:pPr>
              <w:pStyle w:val="SectionHead-Table"/>
              <w:rPr>
                <w:rFonts w:ascii="Cambria" w:hAnsi="Cambria"/>
                <w:color w:val="FFFFFF"/>
                <w:sz w:val="32"/>
                <w:szCs w:val="32"/>
              </w:rPr>
            </w:pPr>
            <w:r w:rsidRPr="00892DD6">
              <w:rPr>
                <w:rFonts w:ascii="Cambria" w:hAnsi="Cambria"/>
                <w:color w:val="FFFFFF"/>
                <w:sz w:val="32"/>
                <w:szCs w:val="32"/>
              </w:rPr>
              <w:t>DURING READING: Section 4</w:t>
            </w:r>
          </w:p>
        </w:tc>
      </w:tr>
      <w:tr w:rsidR="00E170B2" w:rsidRPr="00892DD6">
        <w:tc>
          <w:tcPr>
            <w:tcW w:w="11016" w:type="dxa"/>
          </w:tcPr>
          <w:tbl>
            <w:tblPr>
              <w:tblW w:w="10805" w:type="dxa"/>
              <w:tblLook w:val="00A0"/>
            </w:tblPr>
            <w:tblGrid>
              <w:gridCol w:w="8663"/>
              <w:gridCol w:w="2142"/>
            </w:tblGrid>
            <w:tr w:rsidR="00E170B2" w:rsidRPr="00892DD6">
              <w:trPr>
                <w:trHeight w:val="4630"/>
              </w:trPr>
              <w:tc>
                <w:tcPr>
                  <w:tcW w:w="86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Clunks</w:t>
                  </w:r>
                </w:p>
                <w:p w:rsidR="00E170B2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 w:cs="Rockwell-ExtraBold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E7CFC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 xml:space="preserve">Main Idea/GIST: </w:t>
                  </w: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</w:tc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200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Fix-up Strategies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40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</w:tc>
            </w:tr>
          </w:tbl>
          <w:p w:rsidR="00E170B2" w:rsidRPr="00892DD6" w:rsidRDefault="00E170B2" w:rsidP="005A5E6E">
            <w:pPr>
              <w:pStyle w:val="Title"/>
              <w:spacing w:after="450"/>
              <w:jc w:val="left"/>
              <w:rPr>
                <w:rFonts w:ascii="Cambria" w:hAnsi="Cambria"/>
                <w:sz w:val="32"/>
                <w:szCs w:val="32"/>
              </w:rPr>
            </w:pPr>
          </w:p>
        </w:tc>
      </w:tr>
    </w:tbl>
    <w:p w:rsidR="00E170B2" w:rsidRPr="00892DD6" w:rsidRDefault="00E170B2" w:rsidP="00242138">
      <w:pPr>
        <w:rPr>
          <w:sz w:val="32"/>
          <w:szCs w:val="32"/>
        </w:rPr>
      </w:pPr>
    </w:p>
    <w:tbl>
      <w:tblPr>
        <w:tblW w:w="0" w:type="auto"/>
        <w:tblLook w:val="00A0"/>
      </w:tblPr>
      <w:tblGrid>
        <w:gridCol w:w="11021"/>
      </w:tblGrid>
      <w:tr w:rsidR="00E170B2" w:rsidRPr="00892DD6">
        <w:trPr>
          <w:trHeight w:hRule="exact" w:val="432"/>
        </w:trPr>
        <w:tc>
          <w:tcPr>
            <w:tcW w:w="11021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E170B2" w:rsidRPr="00892DD6" w:rsidRDefault="00E170B2" w:rsidP="005A5E6E">
            <w:pPr>
              <w:pStyle w:val="SectionHead-Table"/>
              <w:rPr>
                <w:rFonts w:ascii="Cambria" w:hAnsi="Cambria"/>
                <w:color w:val="FFFFFF"/>
                <w:sz w:val="32"/>
                <w:szCs w:val="32"/>
              </w:rPr>
            </w:pPr>
            <w:r w:rsidRPr="00892DD6">
              <w:rPr>
                <w:rFonts w:ascii="Cambria" w:hAnsi="Cambria"/>
                <w:color w:val="FFFFFF"/>
                <w:sz w:val="32"/>
                <w:szCs w:val="32"/>
              </w:rPr>
              <w:t>DURING READING: Section 5</w:t>
            </w:r>
          </w:p>
        </w:tc>
      </w:tr>
      <w:tr w:rsidR="00E170B2" w:rsidRPr="00892DD6">
        <w:tc>
          <w:tcPr>
            <w:tcW w:w="11021" w:type="dxa"/>
          </w:tcPr>
          <w:tbl>
            <w:tblPr>
              <w:tblW w:w="0" w:type="auto"/>
              <w:tblLook w:val="00A0"/>
            </w:tblPr>
            <w:tblGrid>
              <w:gridCol w:w="8672"/>
              <w:gridCol w:w="2133"/>
            </w:tblGrid>
            <w:tr w:rsidR="00E170B2" w:rsidRPr="00892DD6">
              <w:trPr>
                <w:trHeight w:val="4680"/>
              </w:trPr>
              <w:tc>
                <w:tcPr>
                  <w:tcW w:w="87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Clunks</w:t>
                  </w:r>
                </w:p>
                <w:p w:rsidR="00E170B2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 w:cs="Rockwell-ExtraBold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 xml:space="preserve">Main Idea/GIST: </w:t>
                  </w: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</w:tc>
              <w:tc>
                <w:tcPr>
                  <w:tcW w:w="2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200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Fix-up Strategies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40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</w:tc>
            </w:tr>
          </w:tbl>
          <w:p w:rsidR="00E170B2" w:rsidRPr="00892DD6" w:rsidRDefault="00E170B2" w:rsidP="005A5E6E">
            <w:pPr>
              <w:pStyle w:val="Title"/>
              <w:spacing w:before="240" w:after="400"/>
              <w:jc w:val="left"/>
              <w:rPr>
                <w:rStyle w:val="FrizBoldLead-in"/>
                <w:rFonts w:ascii="Cambria" w:hAnsi="Cambria" w:cs="Times New Roman"/>
                <w:sz w:val="32"/>
                <w:szCs w:val="32"/>
              </w:rPr>
            </w:pPr>
          </w:p>
        </w:tc>
      </w:tr>
      <w:tr w:rsidR="00E170B2" w:rsidRPr="00892DD6">
        <w:trPr>
          <w:trHeight w:hRule="exact" w:val="432"/>
        </w:trPr>
        <w:tc>
          <w:tcPr>
            <w:tcW w:w="11021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E170B2" w:rsidRPr="00892DD6" w:rsidRDefault="00E170B2" w:rsidP="005A5E6E">
            <w:pPr>
              <w:pStyle w:val="SectionHead-Table"/>
              <w:rPr>
                <w:rFonts w:ascii="Cambria" w:hAnsi="Cambria"/>
                <w:color w:val="FFFFFF"/>
                <w:sz w:val="32"/>
                <w:szCs w:val="32"/>
              </w:rPr>
            </w:pPr>
            <w:r w:rsidRPr="00892DD6">
              <w:rPr>
                <w:rFonts w:ascii="Cambria" w:hAnsi="Cambria"/>
                <w:color w:val="FFFFFF"/>
                <w:sz w:val="32"/>
                <w:szCs w:val="32"/>
              </w:rPr>
              <w:t>DURING READING: Section 6</w:t>
            </w:r>
          </w:p>
        </w:tc>
      </w:tr>
      <w:tr w:rsidR="00E170B2" w:rsidRPr="00892DD6">
        <w:tc>
          <w:tcPr>
            <w:tcW w:w="11021" w:type="dxa"/>
          </w:tcPr>
          <w:tbl>
            <w:tblPr>
              <w:tblW w:w="10805" w:type="dxa"/>
              <w:tblLook w:val="00A0"/>
            </w:tblPr>
            <w:tblGrid>
              <w:gridCol w:w="8663"/>
              <w:gridCol w:w="2142"/>
            </w:tblGrid>
            <w:tr w:rsidR="00E170B2" w:rsidRPr="00892DD6">
              <w:trPr>
                <w:trHeight w:val="4630"/>
              </w:trPr>
              <w:tc>
                <w:tcPr>
                  <w:tcW w:w="86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Clunks</w:t>
                  </w:r>
                </w:p>
                <w:p w:rsidR="00E170B2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 w:cs="Rockwell-ExtraBold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spacing w:after="24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_____________________ = ________________________________</w:t>
                  </w: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 xml:space="preserve">Main Idea/GIST: </w:t>
                  </w: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5A5E6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  <w:p w:rsidR="00E170B2" w:rsidRPr="00892DD6" w:rsidRDefault="00E170B2" w:rsidP="00E04D9E">
                  <w:pPr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</w:pPr>
                </w:p>
              </w:tc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0B2" w:rsidRPr="00892DD6" w:rsidRDefault="00E170B2" w:rsidP="005A5E6E">
                  <w:pPr>
                    <w:pStyle w:val="Title"/>
                    <w:spacing w:before="240" w:after="200"/>
                    <w:rPr>
                      <w:rStyle w:val="FrizBoldLead-in"/>
                      <w:rFonts w:ascii="Cambria" w:hAnsi="Cambria" w:cs="Times New Roman"/>
                      <w:sz w:val="32"/>
                      <w:szCs w:val="32"/>
                    </w:rPr>
                  </w:pPr>
                  <w:r w:rsidRPr="00892DD6">
                    <w:rPr>
                      <w:rStyle w:val="FrizBoldLead-in"/>
                      <w:rFonts w:ascii="Cambria" w:hAnsi="Cambria"/>
                      <w:sz w:val="32"/>
                      <w:szCs w:val="32"/>
                    </w:rPr>
                    <w:t>Fix-up Strategies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16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  <w:p w:rsidR="00E170B2" w:rsidRPr="00892DD6" w:rsidRDefault="00E170B2" w:rsidP="005A5E6E">
                  <w:pPr>
                    <w:pStyle w:val="Title"/>
                    <w:spacing w:after="400"/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</w:pPr>
                  <w:r w:rsidRPr="00892DD6">
                    <w:rPr>
                      <w:rStyle w:val="GaramondBody"/>
                      <w:rFonts w:ascii="Cambria" w:hAnsi="Cambria"/>
                      <w:sz w:val="32"/>
                      <w:szCs w:val="32"/>
                    </w:rPr>
                    <w:t>1     2     3     4</w:t>
                  </w:r>
                </w:p>
              </w:tc>
            </w:tr>
          </w:tbl>
          <w:p w:rsidR="00E170B2" w:rsidRPr="00892DD6" w:rsidRDefault="00E170B2" w:rsidP="005A5E6E">
            <w:pPr>
              <w:pStyle w:val="Title"/>
              <w:spacing w:after="450"/>
              <w:jc w:val="left"/>
              <w:rPr>
                <w:rFonts w:ascii="Cambria" w:hAnsi="Cambria"/>
                <w:sz w:val="32"/>
                <w:szCs w:val="32"/>
              </w:rPr>
            </w:pPr>
          </w:p>
        </w:tc>
      </w:tr>
    </w:tbl>
    <w:p w:rsidR="00E170B2" w:rsidRPr="00892DD6" w:rsidRDefault="00E170B2">
      <w:pPr>
        <w:rPr>
          <w:sz w:val="32"/>
          <w:szCs w:val="32"/>
        </w:rPr>
      </w:pPr>
    </w:p>
    <w:tbl>
      <w:tblPr>
        <w:tblpPr w:leftFromText="180" w:rightFromText="180" w:vertAnchor="text" w:horzAnchor="page" w:tblpXSpec="center" w:tblpY="-280"/>
        <w:tblOverlap w:val="never"/>
        <w:tblW w:w="9360" w:type="dxa"/>
        <w:jc w:val="center"/>
        <w:tblLook w:val="00A0"/>
      </w:tblPr>
      <w:tblGrid>
        <w:gridCol w:w="9360"/>
      </w:tblGrid>
      <w:tr w:rsidR="00E170B2" w:rsidRPr="00892DD6">
        <w:trPr>
          <w:trHeight w:hRule="exact" w:val="594"/>
          <w:jc w:val="center"/>
        </w:trPr>
        <w:tc>
          <w:tcPr>
            <w:tcW w:w="9360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E170B2" w:rsidRPr="00892DD6" w:rsidRDefault="00E170B2" w:rsidP="001D5BBE">
            <w:pPr>
              <w:pStyle w:val="SectionHead-Table"/>
              <w:rPr>
                <w:rFonts w:ascii="Cambria" w:hAnsi="Cambria"/>
                <w:color w:val="FFFFFF"/>
                <w:sz w:val="32"/>
                <w:szCs w:val="32"/>
              </w:rPr>
            </w:pPr>
            <w:r w:rsidRPr="00892DD6">
              <w:rPr>
                <w:rFonts w:ascii="Cambria" w:hAnsi="Cambria"/>
                <w:color w:val="FFFFFF"/>
                <w:sz w:val="32"/>
                <w:szCs w:val="32"/>
              </w:rPr>
              <w:t>DURING READING: Organize Evidence on Graphic Organizer</w:t>
            </w:r>
          </w:p>
        </w:tc>
      </w:tr>
    </w:tbl>
    <w:p w:rsidR="00E170B2" w:rsidRPr="00892DD6" w:rsidRDefault="00E170B2" w:rsidP="001D5BBE">
      <w:pPr>
        <w:rPr>
          <w:sz w:val="32"/>
          <w:szCs w:val="32"/>
        </w:rPr>
      </w:pPr>
    </w:p>
    <w:p w:rsidR="00E170B2" w:rsidRPr="00892DD6" w:rsidRDefault="00E170B2">
      <w:pPr>
        <w:rPr>
          <w:sz w:val="32"/>
          <w:szCs w:val="32"/>
        </w:rPr>
      </w:pPr>
    </w:p>
    <w:tbl>
      <w:tblPr>
        <w:tblpPr w:leftFromText="180" w:rightFromText="180" w:vertAnchor="text" w:horzAnchor="page" w:tblpX="663" w:tblpY="35"/>
        <w:tblW w:w="0" w:type="auto"/>
        <w:tblLook w:val="00A0"/>
      </w:tblPr>
      <w:tblGrid>
        <w:gridCol w:w="11203"/>
      </w:tblGrid>
      <w:tr w:rsidR="00E170B2" w:rsidRPr="00892DD6">
        <w:trPr>
          <w:trHeight w:hRule="exact" w:val="504"/>
        </w:trPr>
        <w:tc>
          <w:tcPr>
            <w:tcW w:w="11203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E170B2" w:rsidRPr="00892DD6" w:rsidRDefault="00E170B2" w:rsidP="001D5BBE">
            <w:pPr>
              <w:pStyle w:val="SectionHead-Table"/>
              <w:rPr>
                <w:rFonts w:ascii="Cambria" w:hAnsi="Cambria"/>
                <w:color w:val="FFFFFF"/>
                <w:sz w:val="32"/>
                <w:szCs w:val="32"/>
              </w:rPr>
            </w:pPr>
            <w:r w:rsidRPr="00892DD6">
              <w:rPr>
                <w:rFonts w:ascii="Cambria" w:hAnsi="Cambria"/>
                <w:color w:val="FFFFFF"/>
                <w:sz w:val="32"/>
                <w:szCs w:val="32"/>
              </w:rPr>
              <w:t>AFTER READING: Summarizing the Evidence</w:t>
            </w:r>
          </w:p>
        </w:tc>
      </w:tr>
      <w:tr w:rsidR="00E170B2" w:rsidRPr="00892DD6">
        <w:trPr>
          <w:trHeight w:val="11720"/>
        </w:trPr>
        <w:tc>
          <w:tcPr>
            <w:tcW w:w="11203" w:type="dxa"/>
          </w:tcPr>
          <w:p w:rsidR="00E170B2" w:rsidRPr="00892DD6" w:rsidRDefault="00E170B2" w:rsidP="001D5BBE">
            <w:pPr>
              <w:spacing w:after="60"/>
              <w:rPr>
                <w:i/>
                <w:sz w:val="32"/>
                <w:szCs w:val="32"/>
              </w:rPr>
            </w:pPr>
            <w:r w:rsidRPr="00892DD6">
              <w:rPr>
                <w:b/>
                <w:sz w:val="32"/>
                <w:szCs w:val="32"/>
              </w:rPr>
              <w:t>Questions and Answers:</w:t>
            </w:r>
            <w:r w:rsidRPr="00892DD6">
              <w:rPr>
                <w:sz w:val="32"/>
                <w:szCs w:val="32"/>
              </w:rPr>
              <w:t xml:space="preserve"> </w:t>
            </w:r>
            <w:r w:rsidRPr="00892DD6">
              <w:rPr>
                <w:i/>
                <w:sz w:val="32"/>
                <w:szCs w:val="32"/>
              </w:rPr>
              <w:t xml:space="preserve">Ask questions based on the passage.  </w:t>
            </w:r>
            <w:r>
              <w:rPr>
                <w:i/>
                <w:sz w:val="32"/>
                <w:szCs w:val="32"/>
              </w:rPr>
              <w:t>Record</w:t>
            </w:r>
            <w:r w:rsidRPr="00892DD6">
              <w:rPr>
                <w:i/>
                <w:sz w:val="32"/>
                <w:szCs w:val="32"/>
              </w:rPr>
              <w:t xml:space="preserve"> your answers.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0685"/>
            </w:tblGrid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  <w:r w:rsidRPr="00B06021">
                    <w:rPr>
                      <w:sz w:val="32"/>
                      <w:szCs w:val="32"/>
                    </w:rPr>
                    <w:t>Right There question:</w:t>
                  </w: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  <w:r w:rsidRPr="00B06021">
                    <w:rPr>
                      <w:sz w:val="32"/>
                      <w:szCs w:val="32"/>
                    </w:rPr>
                    <w:t>Right There answer:</w:t>
                  </w: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  <w:r w:rsidRPr="00B06021">
                    <w:rPr>
                      <w:sz w:val="32"/>
                      <w:szCs w:val="32"/>
                    </w:rPr>
                    <w:t>Think and Search question:</w:t>
                  </w: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  <w:r w:rsidRPr="00B06021">
                    <w:rPr>
                      <w:sz w:val="32"/>
                      <w:szCs w:val="32"/>
                    </w:rPr>
                    <w:t>Think and Search answer:</w:t>
                  </w: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  <w:r w:rsidRPr="00B06021">
                    <w:rPr>
                      <w:sz w:val="32"/>
                      <w:szCs w:val="32"/>
                    </w:rPr>
                    <w:t>Author and You question:</w:t>
                  </w: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  <w:r w:rsidRPr="00B06021">
                    <w:rPr>
                      <w:sz w:val="32"/>
                      <w:szCs w:val="32"/>
                    </w:rPr>
                    <w:t>Author and You answer:</w:t>
                  </w: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  <w:tr w:rsidR="00E170B2" w:rsidRPr="00892DD6" w:rsidTr="00B06021">
              <w:tc>
                <w:tcPr>
                  <w:tcW w:w="10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70B2" w:rsidRPr="00B06021" w:rsidRDefault="00E170B2" w:rsidP="008D53B1">
                  <w:pPr>
                    <w:framePr w:hSpace="180" w:wrap="around" w:vAnchor="text" w:hAnchor="page" w:x="663" w:y="35"/>
                    <w:rPr>
                      <w:sz w:val="32"/>
                      <w:szCs w:val="32"/>
                    </w:rPr>
                  </w:pPr>
                </w:p>
              </w:tc>
            </w:tr>
          </w:tbl>
          <w:p w:rsidR="00E170B2" w:rsidRPr="00892DD6" w:rsidRDefault="00E170B2" w:rsidP="001D5BBE">
            <w:pPr>
              <w:rPr>
                <w:rStyle w:val="FrizBoldLead-in"/>
                <w:rFonts w:ascii="Cambria" w:hAnsi="Cambria"/>
                <w:sz w:val="32"/>
                <w:szCs w:val="32"/>
              </w:rPr>
            </w:pPr>
          </w:p>
          <w:p w:rsidR="00E170B2" w:rsidRPr="00892DD6" w:rsidRDefault="00E170B2" w:rsidP="00073B66">
            <w:pPr>
              <w:rPr>
                <w:sz w:val="32"/>
                <w:szCs w:val="32"/>
              </w:rPr>
            </w:pPr>
            <w:r w:rsidRPr="00892DD6">
              <w:rPr>
                <w:sz w:val="32"/>
                <w:szCs w:val="32"/>
              </w:rPr>
              <w:t xml:space="preserve">Were your predictions confirmed?        </w:t>
            </w:r>
            <w:r w:rsidRPr="00892DD6">
              <w:rPr>
                <w:sz w:val="32"/>
                <w:szCs w:val="32"/>
              </w:rPr>
              <w:tab/>
              <w:t>Yes                                    No</w:t>
            </w:r>
          </w:p>
          <w:p w:rsidR="00E170B2" w:rsidRPr="00892DD6" w:rsidRDefault="00E170B2" w:rsidP="00073B66">
            <w:pPr>
              <w:rPr>
                <w:sz w:val="32"/>
                <w:szCs w:val="32"/>
              </w:rPr>
            </w:pPr>
          </w:p>
        </w:tc>
      </w:tr>
    </w:tbl>
    <w:p w:rsidR="00E170B2" w:rsidRPr="00892DD6" w:rsidRDefault="00E170B2">
      <w:pPr>
        <w:rPr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3" o:spid="_x0000_s1026" type="#_x0000_t202" style="position:absolute;margin-left:90pt;margin-top:53.35pt;width:18pt;height:18pt;z-index:251658240;visibility:visible;mso-position-horizontal-relative:text;mso-position-vertical-relative:text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" filled="f" stroked="f">
            <v:textbox inset=",7.2pt,,7.2pt">
              <w:txbxContent>
                <w:p w:rsidR="00E170B2" w:rsidRDefault="00E170B2">
                  <w:bookmarkStart w:id="0" w:name="_GoBack"/>
                  <w:bookmarkEnd w:id="0"/>
                </w:p>
              </w:txbxContent>
            </v:textbox>
            <w10:wrap type="tight"/>
          </v:shape>
        </w:pict>
      </w:r>
    </w:p>
    <w:sectPr w:rsidR="00E170B2" w:rsidRPr="00892DD6" w:rsidSect="002F159C">
      <w:headerReference w:type="default" r:id="rId9"/>
      <w:pgSz w:w="12240" w:h="15840"/>
      <w:pgMar w:top="720" w:right="720" w:bottom="720" w:left="54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0B2" w:rsidRDefault="00E170B2">
      <w:r>
        <w:separator/>
      </w:r>
    </w:p>
  </w:endnote>
  <w:endnote w:type="continuationSeparator" w:id="1">
    <w:p w:rsidR="00E170B2" w:rsidRDefault="00E17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0B2" w:rsidRDefault="00E170B2" w:rsidP="001E2E7A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8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6</w:t>
    </w:r>
    <w:r w:rsidRPr="00B3591A"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0B2" w:rsidRPr="0055203E" w:rsidRDefault="00E170B2" w:rsidP="0055203E">
    <w:pPr>
      <w:pStyle w:val="NewFooter"/>
      <w:jc w:val="both"/>
      <w:rPr>
        <w:rFonts w:ascii="Cambria" w:hAnsi="Cambria"/>
      </w:rPr>
    </w:pPr>
    <w:r w:rsidRPr="0055203E">
      <w:t>CSR Study funded by Institute of Education Sciences 2009–201</w:t>
    </w:r>
    <w:r>
      <w:t>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PageNumber"/>
        <w:rFonts w:ascii="Cambria" w:hAnsi="Cambria"/>
        <w:sz w:val="24"/>
      </w:rPr>
      <w:fldChar w:fldCharType="begin"/>
    </w:r>
    <w:r>
      <w:rPr>
        <w:rStyle w:val="PageNumber"/>
        <w:rFonts w:ascii="Cambria" w:hAnsi="Cambria"/>
        <w:sz w:val="24"/>
      </w:rPr>
      <w:instrText xml:space="preserve"> PAGE </w:instrText>
    </w:r>
    <w:r>
      <w:rPr>
        <w:rStyle w:val="PageNumber"/>
        <w:rFonts w:ascii="Cambria" w:hAnsi="Cambria"/>
        <w:sz w:val="24"/>
      </w:rPr>
      <w:fldChar w:fldCharType="separate"/>
    </w:r>
    <w:r>
      <w:rPr>
        <w:rStyle w:val="PageNumber"/>
        <w:rFonts w:ascii="Cambria" w:hAnsi="Cambria"/>
        <w:noProof/>
        <w:sz w:val="24"/>
      </w:rPr>
      <w:t>6</w:t>
    </w:r>
    <w:r>
      <w:rPr>
        <w:rStyle w:val="PageNumber"/>
        <w:rFonts w:ascii="Cambria" w:hAnsi="Cambria"/>
        <w:sz w:val="24"/>
      </w:rPr>
      <w:fldChar w:fldCharType="end"/>
    </w:r>
    <w:r>
      <w:rPr>
        <w:rStyle w:val="PageNumber"/>
        <w:rFonts w:ascii="Cambria" w:hAnsi="Cambria"/>
        <w:sz w:val="24"/>
      </w:rPr>
      <w:t xml:space="preserve"> of 6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0B2" w:rsidRDefault="00E170B2">
      <w:r>
        <w:separator/>
      </w:r>
    </w:p>
  </w:footnote>
  <w:footnote w:type="continuationSeparator" w:id="1">
    <w:p w:rsidR="00E170B2" w:rsidRDefault="00E17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0B2" w:rsidRDefault="00E170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509"/>
    <w:multiLevelType w:val="hybridMultilevel"/>
    <w:tmpl w:val="A99EB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9629D"/>
    <w:multiLevelType w:val="hybridMultilevel"/>
    <w:tmpl w:val="F912B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84F81"/>
    <w:multiLevelType w:val="hybridMultilevel"/>
    <w:tmpl w:val="43B83712"/>
    <w:lvl w:ilvl="0" w:tplc="39DAAEE0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26125"/>
    <w:multiLevelType w:val="hybridMultilevel"/>
    <w:tmpl w:val="4B045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11830"/>
    <w:multiLevelType w:val="hybridMultilevel"/>
    <w:tmpl w:val="26AA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3203E0"/>
    <w:multiLevelType w:val="hybridMultilevel"/>
    <w:tmpl w:val="8EE20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2962F0"/>
    <w:multiLevelType w:val="hybridMultilevel"/>
    <w:tmpl w:val="D3EA5F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E7A"/>
    <w:rsid w:val="000159AC"/>
    <w:rsid w:val="00017BD5"/>
    <w:rsid w:val="00024722"/>
    <w:rsid w:val="00073B66"/>
    <w:rsid w:val="000759B5"/>
    <w:rsid w:val="00114B80"/>
    <w:rsid w:val="00132355"/>
    <w:rsid w:val="00150665"/>
    <w:rsid w:val="001C4A89"/>
    <w:rsid w:val="001D5BBE"/>
    <w:rsid w:val="001E2E7A"/>
    <w:rsid w:val="00241E1D"/>
    <w:rsid w:val="00242138"/>
    <w:rsid w:val="002566FE"/>
    <w:rsid w:val="002674C7"/>
    <w:rsid w:val="00276BB8"/>
    <w:rsid w:val="002C4B64"/>
    <w:rsid w:val="002D3AA2"/>
    <w:rsid w:val="002F159C"/>
    <w:rsid w:val="003012FD"/>
    <w:rsid w:val="0031496C"/>
    <w:rsid w:val="00316531"/>
    <w:rsid w:val="00353B26"/>
    <w:rsid w:val="003625C7"/>
    <w:rsid w:val="003655A6"/>
    <w:rsid w:val="003659BF"/>
    <w:rsid w:val="003712BD"/>
    <w:rsid w:val="00380BA0"/>
    <w:rsid w:val="003B051E"/>
    <w:rsid w:val="003C7252"/>
    <w:rsid w:val="003D09F2"/>
    <w:rsid w:val="003D5BA5"/>
    <w:rsid w:val="003F1AA3"/>
    <w:rsid w:val="00405956"/>
    <w:rsid w:val="00413248"/>
    <w:rsid w:val="00440F50"/>
    <w:rsid w:val="00445408"/>
    <w:rsid w:val="00445765"/>
    <w:rsid w:val="00464F5E"/>
    <w:rsid w:val="00471430"/>
    <w:rsid w:val="00485F0B"/>
    <w:rsid w:val="004B207B"/>
    <w:rsid w:val="004D19FC"/>
    <w:rsid w:val="004F6038"/>
    <w:rsid w:val="00527385"/>
    <w:rsid w:val="00546900"/>
    <w:rsid w:val="0055203E"/>
    <w:rsid w:val="0057437E"/>
    <w:rsid w:val="00590996"/>
    <w:rsid w:val="0059549A"/>
    <w:rsid w:val="005A5E6E"/>
    <w:rsid w:val="005B6F57"/>
    <w:rsid w:val="005E7CFC"/>
    <w:rsid w:val="006276B3"/>
    <w:rsid w:val="00645136"/>
    <w:rsid w:val="00692C14"/>
    <w:rsid w:val="006B00F5"/>
    <w:rsid w:val="006B6C74"/>
    <w:rsid w:val="006C178C"/>
    <w:rsid w:val="006C2823"/>
    <w:rsid w:val="007520DE"/>
    <w:rsid w:val="0075213E"/>
    <w:rsid w:val="00770E80"/>
    <w:rsid w:val="0079582C"/>
    <w:rsid w:val="007D35A9"/>
    <w:rsid w:val="007E2E27"/>
    <w:rsid w:val="00873011"/>
    <w:rsid w:val="00891339"/>
    <w:rsid w:val="00892DD6"/>
    <w:rsid w:val="008B2BB6"/>
    <w:rsid w:val="008B56D8"/>
    <w:rsid w:val="008D53B1"/>
    <w:rsid w:val="008E18C2"/>
    <w:rsid w:val="009213DD"/>
    <w:rsid w:val="00925D53"/>
    <w:rsid w:val="00972138"/>
    <w:rsid w:val="009C54E9"/>
    <w:rsid w:val="009E317A"/>
    <w:rsid w:val="00A41EAE"/>
    <w:rsid w:val="00AE5D83"/>
    <w:rsid w:val="00B06021"/>
    <w:rsid w:val="00B3591A"/>
    <w:rsid w:val="00B5030B"/>
    <w:rsid w:val="00B74EF8"/>
    <w:rsid w:val="00BA4515"/>
    <w:rsid w:val="00BC2815"/>
    <w:rsid w:val="00BC4D0C"/>
    <w:rsid w:val="00BF4CCB"/>
    <w:rsid w:val="00BF5DA2"/>
    <w:rsid w:val="00C07004"/>
    <w:rsid w:val="00C8332C"/>
    <w:rsid w:val="00C86B96"/>
    <w:rsid w:val="00C96F07"/>
    <w:rsid w:val="00CA5159"/>
    <w:rsid w:val="00CC06F3"/>
    <w:rsid w:val="00D0781B"/>
    <w:rsid w:val="00D31DB8"/>
    <w:rsid w:val="00D50C06"/>
    <w:rsid w:val="00D96F6B"/>
    <w:rsid w:val="00DA3B12"/>
    <w:rsid w:val="00DE6706"/>
    <w:rsid w:val="00E027E6"/>
    <w:rsid w:val="00E04D9E"/>
    <w:rsid w:val="00E170B2"/>
    <w:rsid w:val="00E24C81"/>
    <w:rsid w:val="00E337EF"/>
    <w:rsid w:val="00E56309"/>
    <w:rsid w:val="00E65013"/>
    <w:rsid w:val="00E76740"/>
    <w:rsid w:val="00E809DE"/>
    <w:rsid w:val="00E86BC5"/>
    <w:rsid w:val="00EA5F24"/>
    <w:rsid w:val="00EC6ED2"/>
    <w:rsid w:val="00F43E63"/>
    <w:rsid w:val="00FB396D"/>
    <w:rsid w:val="00FF5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E7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E2E7A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1E2E7A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1E2E7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uiPriority w:val="99"/>
    <w:rsid w:val="001E2E7A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uiPriority w:val="99"/>
    <w:rsid w:val="001E2E7A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uiPriority w:val="99"/>
    <w:rsid w:val="001E2E7A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uiPriority w:val="99"/>
    <w:rsid w:val="001E2E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2E7A"/>
    <w:rPr>
      <w:rFonts w:ascii="Cambria" w:hAnsi="Cambria" w:cs="Times New Roman"/>
    </w:rPr>
  </w:style>
  <w:style w:type="paragraph" w:styleId="Footer">
    <w:name w:val="footer"/>
    <w:basedOn w:val="Normal"/>
    <w:link w:val="FooterChar"/>
    <w:uiPriority w:val="99"/>
    <w:rsid w:val="001E2E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2E7A"/>
    <w:rPr>
      <w:rFonts w:ascii="Cambria" w:hAnsi="Cambria" w:cs="Times New Roman"/>
    </w:rPr>
  </w:style>
  <w:style w:type="character" w:styleId="PageNumber">
    <w:name w:val="page number"/>
    <w:basedOn w:val="DefaultParagraphFont"/>
    <w:uiPriority w:val="99"/>
    <w:rsid w:val="001E2E7A"/>
    <w:rPr>
      <w:rFonts w:cs="Times New Roman"/>
    </w:rPr>
  </w:style>
  <w:style w:type="paragraph" w:customStyle="1" w:styleId="NewFooter">
    <w:name w:val="New Footer"/>
    <w:uiPriority w:val="99"/>
    <w:rsid w:val="001E2E7A"/>
    <w:pPr>
      <w:jc w:val="center"/>
    </w:pPr>
    <w:rPr>
      <w:rFonts w:ascii="Garamond" w:eastAsia="Times New Roman" w:hAnsi="Garamond"/>
      <w:sz w:val="18"/>
      <w:szCs w:val="24"/>
    </w:rPr>
  </w:style>
  <w:style w:type="paragraph" w:styleId="ListParagraph">
    <w:name w:val="List Paragraph"/>
    <w:basedOn w:val="Normal"/>
    <w:uiPriority w:val="99"/>
    <w:qFormat/>
    <w:rsid w:val="001E2E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3F1AA3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3F1AA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F1AA3"/>
    <w:rPr>
      <w:rFonts w:ascii="Cambria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F1A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F1A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F1A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1AA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6</Pages>
  <Words>533</Words>
  <Characters>3039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Cashdollar</dc:creator>
  <cp:keywords/>
  <dc:description/>
  <cp:lastModifiedBy>PISD</cp:lastModifiedBy>
  <cp:revision>16</cp:revision>
  <cp:lastPrinted>2011-09-29T15:14:00Z</cp:lastPrinted>
  <dcterms:created xsi:type="dcterms:W3CDTF">2011-08-19T19:51:00Z</dcterms:created>
  <dcterms:modified xsi:type="dcterms:W3CDTF">2011-09-29T15:14:00Z</dcterms:modified>
</cp:coreProperties>
</file>